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76AE883B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11BB6">
        <w:rPr>
          <w:rFonts w:ascii="Corbel" w:hAnsi="Corbel"/>
          <w:b/>
          <w:smallCaps/>
          <w:sz w:val="24"/>
          <w:szCs w:val="24"/>
        </w:rPr>
        <w:t>202</w:t>
      </w:r>
      <w:r w:rsidR="007919C1">
        <w:rPr>
          <w:rFonts w:ascii="Corbel" w:hAnsi="Corbel"/>
          <w:b/>
          <w:smallCaps/>
          <w:sz w:val="24"/>
          <w:szCs w:val="24"/>
        </w:rPr>
        <w:t>1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7919C1">
        <w:rPr>
          <w:rFonts w:ascii="Corbel" w:hAnsi="Corbel"/>
          <w:b/>
          <w:smallCaps/>
          <w:sz w:val="24"/>
          <w:szCs w:val="24"/>
        </w:rPr>
        <w:t>4</w:t>
      </w:r>
    </w:p>
    <w:p w14:paraId="75322F10" w14:textId="1E01F87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11BB6">
        <w:rPr>
          <w:rFonts w:ascii="Corbel" w:hAnsi="Corbel"/>
          <w:sz w:val="20"/>
          <w:szCs w:val="20"/>
        </w:rPr>
        <w:t>202</w:t>
      </w:r>
      <w:r w:rsidR="002F4755">
        <w:rPr>
          <w:rFonts w:ascii="Corbel" w:hAnsi="Corbel"/>
          <w:sz w:val="20"/>
          <w:szCs w:val="20"/>
        </w:rPr>
        <w:t>3</w:t>
      </w:r>
      <w:r w:rsidR="00911BB6">
        <w:rPr>
          <w:rFonts w:ascii="Corbel" w:hAnsi="Corbel"/>
          <w:sz w:val="20"/>
          <w:szCs w:val="20"/>
        </w:rPr>
        <w:t>/202</w:t>
      </w:r>
      <w:r w:rsidR="002F4755">
        <w:rPr>
          <w:rFonts w:ascii="Corbel" w:hAnsi="Corbel"/>
          <w:sz w:val="20"/>
          <w:szCs w:val="20"/>
        </w:rPr>
        <w:t>4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2C0503AF" w:rsidR="0085747A" w:rsidRPr="00265FCC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4FB333F8" w:rsidR="0085747A" w:rsidRPr="009C54AE" w:rsidRDefault="0076390B" w:rsidP="007639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57A3336D" w:rsidR="0085747A" w:rsidRPr="009C54AE" w:rsidRDefault="007639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40625F38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1D430D7F" w:rsidR="0085747A" w:rsidRPr="009C54AE" w:rsidRDefault="00265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60D82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ierwszego stopnia </w:t>
            </w:r>
          </w:p>
        </w:tc>
      </w:tr>
      <w:tr w:rsidR="0085747A" w:rsidRPr="009C54AE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D76DB38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2AF8AF18" w:rsidR="0085747A" w:rsidRPr="009C54AE" w:rsidRDefault="00805A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6390B">
              <w:rPr>
                <w:rFonts w:ascii="Corbel" w:hAnsi="Corbel"/>
                <w:b w:val="0"/>
                <w:sz w:val="24"/>
                <w:szCs w:val="24"/>
              </w:rPr>
              <w:t>s</w:t>
            </w:r>
            <w:bookmarkStart w:id="0" w:name="_GoBack"/>
            <w:bookmarkEnd w:id="0"/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666E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35B36CD" w:rsidR="0085747A" w:rsidRPr="009C54AE" w:rsidRDefault="00951286" w:rsidP="00265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5. i 6. Semestr </w:t>
            </w:r>
          </w:p>
        </w:tc>
      </w:tr>
      <w:tr w:rsidR="0085747A" w:rsidRPr="009C54AE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24D2771B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4B72B56E"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7808CCE2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079208FC"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4C139097" w:rsidR="00015B8F" w:rsidRPr="009C54AE" w:rsidRDefault="00E15B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44318AA9" w:rsidR="00015B8F" w:rsidRPr="009C54AE" w:rsidRDefault="00E012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C5813F8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3885D9A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017BCD31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74A64DAC" w:rsidR="0085747A" w:rsidRPr="00D31CD4" w:rsidRDefault="00265FC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65FCC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31CD4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862CB" w14:textId="074D2849" w:rsidR="009C54AE" w:rsidRDefault="003C20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p w14:paraId="6B7521C9" w14:textId="1BC0FDC2" w:rsidR="00D31CD4" w:rsidRDefault="00D31CD4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Zaliczenie zajęć z przedmiotów: teoretyczne podstawy </w:t>
            </w:r>
            <w:r w:rsidR="0070483D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kształcenia, teoretyczne podstawy </w:t>
            </w:r>
          </w:p>
          <w:p w14:paraId="713F94DD" w14:textId="0F24E02E" w:rsidR="0085747A" w:rsidRPr="009C54AE" w:rsidRDefault="00D31CD4" w:rsidP="00BA40B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CD4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wychowania, podstawy metodologii badań pedagogicznych i diagnostyka</w:t>
            </w:r>
            <w:r w:rsidR="00BA40BD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057CD46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  <w:r w:rsidR="00265FCC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przeciwdziałania negatywnym zjawiskom w szkole; specyfiki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programów profilaktycznych adresowane do dzieci 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młodzieży oraz ogólnych zasad ich konstruowania i ewaluacji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46B961E2" w:rsidR="0085747A" w:rsidRPr="009C54AE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2D927C34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teoretycznej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 szkole w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zakresach skierowanych do uczniów w zależności od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potrzeb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3AD69DE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15CB265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rozwij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4F530BA" w14:textId="77777777" w:rsidTr="006666EC">
        <w:tc>
          <w:tcPr>
            <w:tcW w:w="1679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89E0A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6666EC">
        <w:tc>
          <w:tcPr>
            <w:tcW w:w="1679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CFD1690" w14:textId="05623258" w:rsidR="0085747A" w:rsidRPr="00BA40BD" w:rsidRDefault="006666EC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Zdefiniuje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pojęcie diagnozy i profilaktyki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poziomy i podmioty, rodzaje i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rzykłady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 odnosząc je do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óżnych rodzajów struktur społecznych i instytucji życia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połecznego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4C321F4B" w14:textId="77777777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F1E22FF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5783707" w14:textId="77777777" w:rsidTr="006666EC">
        <w:tc>
          <w:tcPr>
            <w:tcW w:w="1679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7F2D313" w14:textId="530C76A5" w:rsidR="0085747A" w:rsidRPr="00265FCC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6139F87" w14:textId="77777777" w:rsidR="006666EC" w:rsidRPr="00BA40BD" w:rsidRDefault="006666EC" w:rsidP="00BA40B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72140161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6666EC" w:rsidRPr="009C54AE" w14:paraId="113614A3" w14:textId="77777777" w:rsidTr="006666EC">
        <w:tc>
          <w:tcPr>
            <w:tcW w:w="1679" w:type="dxa"/>
          </w:tcPr>
          <w:p w14:paraId="1FE3FFBB" w14:textId="5CBA7082" w:rsidR="006666EC" w:rsidRPr="009C54AE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F54E1D8" w14:textId="5896578A" w:rsidR="006666EC" w:rsidRPr="00BA40BD" w:rsidRDefault="00E15B82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Wykorzysta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rozpoznawania, analizy i oceny negatywnych zjawisk oraz</w:t>
            </w:r>
          </w:p>
          <w:p w14:paraId="08D669E6" w14:textId="4C309E23" w:rsidR="006666EC" w:rsidRPr="00BA40BD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65FC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65" w:type="dxa"/>
          </w:tcPr>
          <w:p w14:paraId="24A9628A" w14:textId="6E7B2D82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666EC" w:rsidRPr="006666EC" w14:paraId="461F5ACB" w14:textId="77777777" w:rsidTr="006666EC">
        <w:tc>
          <w:tcPr>
            <w:tcW w:w="1679" w:type="dxa"/>
          </w:tcPr>
          <w:p w14:paraId="7BFA8E7A" w14:textId="063E7E33"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976" w:type="dxa"/>
          </w:tcPr>
          <w:p w14:paraId="5638E4E4" w14:textId="107E67BB" w:rsidR="006666EC" w:rsidRPr="00BA40BD" w:rsidRDefault="00E15B82" w:rsidP="00E15B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krytycznie poziom swojej wiedzy w z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akresie profilaktyki i omówi elementy motywujące 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do samodoskonalenia</w:t>
            </w:r>
            <w:r w:rsidR="00265FC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5FB1E15B" w14:textId="613B06AB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6666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6DD7" w14:textId="5FF80A28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1EFB0D4E" w:rsidR="0085747A" w:rsidRDefault="0085747A" w:rsidP="00027D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FCC">
        <w:rPr>
          <w:rFonts w:ascii="Corbel" w:hAnsi="Corbel"/>
          <w:sz w:val="24"/>
          <w:szCs w:val="24"/>
        </w:rPr>
        <w:t>Problematyka ćwiczeń audytoryjnych</w:t>
      </w:r>
    </w:p>
    <w:p w14:paraId="203A3B76" w14:textId="77777777" w:rsidR="00265FCC" w:rsidRPr="00265FCC" w:rsidRDefault="00265FCC" w:rsidP="00265F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E4BD3E" w14:textId="77777777" w:rsidTr="00923D7D">
        <w:tc>
          <w:tcPr>
            <w:tcW w:w="9639" w:type="dxa"/>
          </w:tcPr>
          <w:p w14:paraId="44317F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1E62CF" w14:textId="77777777" w:rsidTr="00923D7D">
        <w:tc>
          <w:tcPr>
            <w:tcW w:w="9639" w:type="dxa"/>
          </w:tcPr>
          <w:p w14:paraId="173CB5FD" w14:textId="79C987E8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Zajęcia organizacyjne </w:t>
            </w:r>
            <w:r w:rsidR="00DF7668">
              <w:rPr>
                <w:rFonts w:ascii="Corbel" w:hAnsi="Corbel" w:cs="DejaVuSans"/>
                <w:sz w:val="24"/>
                <w:szCs w:val="24"/>
                <w:lang w:eastAsia="pl-PL"/>
              </w:rPr>
              <w:t>–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treści programowe, warunki zaliczenia, literatura,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14:paraId="65732727" w14:textId="77777777" w:rsidTr="00923D7D">
        <w:tc>
          <w:tcPr>
            <w:tcW w:w="9639" w:type="dxa"/>
          </w:tcPr>
          <w:p w14:paraId="1BC16602" w14:textId="6C6E0C6F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14:paraId="7D0AD54A" w14:textId="77777777" w:rsidTr="00923D7D">
        <w:tc>
          <w:tcPr>
            <w:tcW w:w="9639" w:type="dxa"/>
          </w:tcPr>
          <w:p w14:paraId="0DB1E780" w14:textId="2EC1838D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14:paraId="5AFCAAAB" w14:textId="77777777" w:rsidTr="00923D7D">
        <w:tc>
          <w:tcPr>
            <w:tcW w:w="9639" w:type="dxa"/>
          </w:tcPr>
          <w:p w14:paraId="12D0453B" w14:textId="4DC415DC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podmiot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działań profilaktycznych - potrzeba współpracy.</w:t>
            </w:r>
          </w:p>
        </w:tc>
      </w:tr>
      <w:tr w:rsidR="00FB2151" w:rsidRPr="009C54AE" w14:paraId="6A492708" w14:textId="77777777" w:rsidTr="00923D7D">
        <w:tc>
          <w:tcPr>
            <w:tcW w:w="9639" w:type="dxa"/>
          </w:tcPr>
          <w:p w14:paraId="294229C5" w14:textId="1B8635F7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Szkolne i środowiskowe programy profilaktyczne – aspekty prawne i zasady.</w:t>
            </w:r>
          </w:p>
        </w:tc>
      </w:tr>
      <w:tr w:rsidR="00FB2151" w:rsidRPr="009C54AE" w14:paraId="6FBEC715" w14:textId="77777777" w:rsidTr="00923D7D">
        <w:tc>
          <w:tcPr>
            <w:tcW w:w="9639" w:type="dxa"/>
          </w:tcPr>
          <w:p w14:paraId="12696119" w14:textId="79C04B9A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7085C10F" w14:textId="77777777" w:rsidTr="00923D7D">
        <w:tc>
          <w:tcPr>
            <w:tcW w:w="9639" w:type="dxa"/>
          </w:tcPr>
          <w:p w14:paraId="6337D8D1" w14:textId="612156BE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projektowych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24D7ED95" w14:textId="77777777" w:rsidTr="00923D7D">
        <w:tc>
          <w:tcPr>
            <w:tcW w:w="9639" w:type="dxa"/>
          </w:tcPr>
          <w:p w14:paraId="49719117" w14:textId="5709A45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szkole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06159A27" w14:textId="77777777" w:rsidTr="00923D7D">
        <w:tc>
          <w:tcPr>
            <w:tcW w:w="9639" w:type="dxa"/>
          </w:tcPr>
          <w:p w14:paraId="580D0214" w14:textId="21B0FEF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14:paraId="08CCA631" w14:textId="77777777" w:rsidTr="00923D7D">
        <w:tc>
          <w:tcPr>
            <w:tcW w:w="9639" w:type="dxa"/>
          </w:tcPr>
          <w:p w14:paraId="505FDDCB" w14:textId="4C51D58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Uczeń z problemami natury emocjonalnej i zaburzeniami zachowania 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–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diagnozowanie i profilaktyka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5CC6052E" w14:textId="77777777" w:rsidTr="00923D7D">
        <w:tc>
          <w:tcPr>
            <w:tcW w:w="9639" w:type="dxa"/>
          </w:tcPr>
          <w:p w14:paraId="491C4669" w14:textId="7A9BF6A3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14:paraId="26A132C5" w14:textId="77777777" w:rsidTr="00923D7D">
        <w:tc>
          <w:tcPr>
            <w:tcW w:w="9639" w:type="dxa"/>
          </w:tcPr>
          <w:p w14:paraId="27A957FC" w14:textId="2264F39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E208A5" w14:textId="1B9762F6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30F015D" w14:textId="7E5F58D6"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31B4307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DF7668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F4ACED" w14:textId="77777777" w:rsidTr="00DF7668">
        <w:tc>
          <w:tcPr>
            <w:tcW w:w="1962" w:type="dxa"/>
          </w:tcPr>
          <w:p w14:paraId="1A6711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0D63F1" w14:textId="45A27950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C00E62" w14:textId="3B7597A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0E85F60" w14:textId="77777777" w:rsidTr="00DF7668">
        <w:tc>
          <w:tcPr>
            <w:tcW w:w="1962" w:type="dxa"/>
          </w:tcPr>
          <w:p w14:paraId="569AEC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0442B01F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5850054E" w14:textId="2B94317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2C27D544" w14:textId="77777777" w:rsidTr="00DF7668">
        <w:tc>
          <w:tcPr>
            <w:tcW w:w="1962" w:type="dxa"/>
          </w:tcPr>
          <w:p w14:paraId="60E48B54" w14:textId="429113C2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AC21259" w14:textId="0D647E40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246AB56" w14:textId="5BE3CDBC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6AC7A192" w14:textId="77777777" w:rsidTr="00DF7668">
        <w:tc>
          <w:tcPr>
            <w:tcW w:w="1962" w:type="dxa"/>
          </w:tcPr>
          <w:p w14:paraId="56E04212" w14:textId="3E841983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45399EE" w14:textId="7655F652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6454728" w14:textId="4D589278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1EC76159" w:rsidR="0085747A" w:rsidRPr="00265FCC" w:rsidRDefault="00076F58" w:rsidP="002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Aktywny udział w zajęciach, pozytywna ocena z pracy projektowej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i</w:t>
            </w:r>
            <w:r w:rsid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z </w:t>
            </w:r>
            <w:r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78D8DFB2" w:rsidR="0085747A" w:rsidRPr="009C54AE" w:rsidRDefault="00E15B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FCD0CF" w14:textId="40F197B4" w:rsidR="00C61DC5" w:rsidRPr="009C54AE" w:rsidRDefault="00076F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2581343" w14:textId="387D5243" w:rsidR="00C61DC5" w:rsidRPr="009C54AE" w:rsidRDefault="00DA0847" w:rsidP="00805A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15B82"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46E47B5E" w:rsidR="0085747A" w:rsidRPr="009C54AE" w:rsidRDefault="00DA08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5078386C" w:rsidR="0085747A" w:rsidRPr="009C54AE" w:rsidRDefault="00E01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14657CFD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60166898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36FD37" w14:textId="4F971F3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EDA5F5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95179C" w14:textId="4480A7C7" w:rsidR="003A2099" w:rsidRPr="00265FCC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Borowik J., </w:t>
            </w:r>
            <w:r w:rsidRPr="00265FC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Działania wychowawczo-profilaktyczne a diagnoza potrzeb środowiska szkolnego, </w:t>
            </w:r>
            <w:r w:rsidRPr="00265FCC">
              <w:rPr>
                <w:rFonts w:ascii="Corbel" w:hAnsi="Corbel"/>
                <w:b w:val="0"/>
                <w:smallCaps w:val="0"/>
                <w:szCs w:val="24"/>
              </w:rPr>
              <w:t>Warszawa 2018.</w:t>
            </w:r>
          </w:p>
          <w:p w14:paraId="3D26D29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14:paraId="156905DB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Szkolny program profilaktyki, istota,</w:t>
            </w:r>
          </w:p>
          <w:p w14:paraId="79125BB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konstruowanie, ewaluacja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14:paraId="5055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Kamińska-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Buśko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Szymańska J.,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</w:t>
            </w:r>
          </w:p>
          <w:p w14:paraId="095D2EC9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poradnik dla nauczycieli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2005.</w:t>
            </w:r>
          </w:p>
          <w:p w14:paraId="56D880E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Kosińska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Mądrze i skutecznie. Zasady konstruowania</w:t>
            </w:r>
          </w:p>
          <w:p w14:paraId="4AD6EEDF" w14:textId="6D168CE0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szkolnego 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2000</w:t>
            </w:r>
          </w:p>
          <w:p w14:paraId="15275F0B" w14:textId="66028FAC" w:rsidR="0077601D" w:rsidRPr="00265FCC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Porzak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Profilaktyka w szkole, stan i rekomendacje dla systemu oddziaływań profilaktycznych w Polsce,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 2019.</w:t>
            </w:r>
          </w:p>
          <w:p w14:paraId="3296B4A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Simm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Węgrzyn-Jelonek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Budowanie szkolnego</w:t>
            </w:r>
          </w:p>
          <w:p w14:paraId="5A9C799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2002</w:t>
            </w:r>
          </w:p>
          <w:p w14:paraId="3FF1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Wieczorek-Stachowicz M.,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 poradnik dla</w:t>
            </w:r>
          </w:p>
          <w:p w14:paraId="0BAA863E" w14:textId="3D093107" w:rsidR="00076F58" w:rsidRPr="00265FCC" w:rsidRDefault="00076F58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65FCC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>nauczyciela</w:t>
            </w:r>
            <w:r w:rsidRPr="00265FCC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, Warszawa 2007.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7EC10D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0467C3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F60F7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Bogdanko A.,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Wspomaganie procesu wychowawczego</w:t>
            </w:r>
          </w:p>
          <w:p w14:paraId="5BD7EA60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programami profilaktyczno-edukacyjnym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i, Kraków 2009.</w:t>
            </w:r>
          </w:p>
          <w:p w14:paraId="05474E74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Badanie zapotrzebowania na profilaktykę</w:t>
            </w:r>
          </w:p>
          <w:p w14:paraId="1B9968FF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 szkole. Poradnik dla szkolnych liderów profilaktyki,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</w:t>
            </w:r>
          </w:p>
          <w:p w14:paraId="675DC298" w14:textId="06B38C6F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2004.</w:t>
            </w:r>
          </w:p>
          <w:p w14:paraId="311F2477" w14:textId="4FB4FB39" w:rsidR="0077601D" w:rsidRPr="00265FCC" w:rsidRDefault="0077601D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Skwarek B., 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Wullbach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Lewicka I.,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Patologie i uzależnienia, wybrane problemy teorii i praktyki,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Łódź 2014</w:t>
            </w:r>
          </w:p>
          <w:p w14:paraId="3E58849F" w14:textId="027EA546" w:rsidR="003A2099" w:rsidRPr="00265FCC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EE073" w14:textId="77777777" w:rsidR="00915C95" w:rsidRDefault="00915C95" w:rsidP="00C16ABF">
      <w:pPr>
        <w:spacing w:after="0" w:line="240" w:lineRule="auto"/>
      </w:pPr>
      <w:r>
        <w:separator/>
      </w:r>
    </w:p>
  </w:endnote>
  <w:endnote w:type="continuationSeparator" w:id="0">
    <w:p w14:paraId="3B68B875" w14:textId="77777777" w:rsidR="00915C95" w:rsidRDefault="00915C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38222" w14:textId="77777777" w:rsidR="00915C95" w:rsidRDefault="00915C95" w:rsidP="00C16ABF">
      <w:pPr>
        <w:spacing w:after="0" w:line="240" w:lineRule="auto"/>
      </w:pPr>
      <w:r>
        <w:separator/>
      </w:r>
    </w:p>
  </w:footnote>
  <w:footnote w:type="continuationSeparator" w:id="0">
    <w:p w14:paraId="368DA2C6" w14:textId="77777777" w:rsidR="00915C95" w:rsidRDefault="00915C95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F58"/>
    <w:rsid w:val="00084C12"/>
    <w:rsid w:val="0009462C"/>
    <w:rsid w:val="00094B12"/>
    <w:rsid w:val="00095DE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A278F"/>
    <w:rsid w:val="001A70D2"/>
    <w:rsid w:val="001D27A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D82"/>
    <w:rsid w:val="00265FC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75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099"/>
    <w:rsid w:val="003C0BAE"/>
    <w:rsid w:val="003C20E7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B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6E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3D"/>
    <w:rsid w:val="00706544"/>
    <w:rsid w:val="007072BA"/>
    <w:rsid w:val="0071620A"/>
    <w:rsid w:val="00723E0D"/>
    <w:rsid w:val="00724677"/>
    <w:rsid w:val="00725459"/>
    <w:rsid w:val="007327BD"/>
    <w:rsid w:val="00734608"/>
    <w:rsid w:val="00745302"/>
    <w:rsid w:val="007461D6"/>
    <w:rsid w:val="00746EC8"/>
    <w:rsid w:val="00754265"/>
    <w:rsid w:val="0076390B"/>
    <w:rsid w:val="00763BF1"/>
    <w:rsid w:val="00766FD4"/>
    <w:rsid w:val="0077601D"/>
    <w:rsid w:val="007779E8"/>
    <w:rsid w:val="0078168C"/>
    <w:rsid w:val="00787C2A"/>
    <w:rsid w:val="00790E27"/>
    <w:rsid w:val="007919C1"/>
    <w:rsid w:val="00796E2B"/>
    <w:rsid w:val="007A4022"/>
    <w:rsid w:val="007A6E6E"/>
    <w:rsid w:val="007C3299"/>
    <w:rsid w:val="007C3BCC"/>
    <w:rsid w:val="007C4546"/>
    <w:rsid w:val="007D6E56"/>
    <w:rsid w:val="007F1652"/>
    <w:rsid w:val="007F4155"/>
    <w:rsid w:val="00801CDC"/>
    <w:rsid w:val="00805ABA"/>
    <w:rsid w:val="0081554D"/>
    <w:rsid w:val="0081707E"/>
    <w:rsid w:val="008449B3"/>
    <w:rsid w:val="0085558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BB6"/>
    <w:rsid w:val="00915C95"/>
    <w:rsid w:val="00916188"/>
    <w:rsid w:val="00923D7D"/>
    <w:rsid w:val="00946C55"/>
    <w:rsid w:val="009508DF"/>
    <w:rsid w:val="00950DAC"/>
    <w:rsid w:val="00951286"/>
    <w:rsid w:val="00954A07"/>
    <w:rsid w:val="00997F14"/>
    <w:rsid w:val="009A78D9"/>
    <w:rsid w:val="009C1331"/>
    <w:rsid w:val="009C3555"/>
    <w:rsid w:val="009C3E31"/>
    <w:rsid w:val="009C54AE"/>
    <w:rsid w:val="009C788E"/>
    <w:rsid w:val="009E3B41"/>
    <w:rsid w:val="009E5C0C"/>
    <w:rsid w:val="009F3C5C"/>
    <w:rsid w:val="009F4610"/>
    <w:rsid w:val="00A00ECC"/>
    <w:rsid w:val="00A138B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C61"/>
    <w:rsid w:val="00AD66D6"/>
    <w:rsid w:val="00AD742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90885"/>
    <w:rsid w:val="00BA40BD"/>
    <w:rsid w:val="00BB520A"/>
    <w:rsid w:val="00BD3869"/>
    <w:rsid w:val="00BD66E9"/>
    <w:rsid w:val="00BD6FF4"/>
    <w:rsid w:val="00BF2C41"/>
    <w:rsid w:val="00C058B4"/>
    <w:rsid w:val="00C05F44"/>
    <w:rsid w:val="00C120B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CD4"/>
    <w:rsid w:val="00D352C9"/>
    <w:rsid w:val="00D425B2"/>
    <w:rsid w:val="00D428D6"/>
    <w:rsid w:val="00D552B2"/>
    <w:rsid w:val="00D608D1"/>
    <w:rsid w:val="00D74119"/>
    <w:rsid w:val="00D8075B"/>
    <w:rsid w:val="00D84502"/>
    <w:rsid w:val="00D8678B"/>
    <w:rsid w:val="00DA0847"/>
    <w:rsid w:val="00DA2114"/>
    <w:rsid w:val="00DB5A74"/>
    <w:rsid w:val="00DE09C0"/>
    <w:rsid w:val="00DE4A14"/>
    <w:rsid w:val="00DF320D"/>
    <w:rsid w:val="00DF71C8"/>
    <w:rsid w:val="00DF7668"/>
    <w:rsid w:val="00E012F8"/>
    <w:rsid w:val="00E129B8"/>
    <w:rsid w:val="00E15B82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6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A68E0-019E-4C62-A736-8D5127C0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2019-11-12T13:02:00Z</dcterms:created>
  <dcterms:modified xsi:type="dcterms:W3CDTF">2021-09-24T11:08:00Z</dcterms:modified>
</cp:coreProperties>
</file>